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1067E33" w:rsidR="00F862D6" w:rsidRPr="00816EA4" w:rsidRDefault="00674E3E" w:rsidP="0037111D">
            <w:pPr>
              <w:rPr>
                <w:highlight w:val="green"/>
              </w:rPr>
            </w:pPr>
            <w:r w:rsidRPr="00674E3E">
              <w:rPr>
                <w:rFonts w:ascii="Helvetica" w:hAnsi="Helvetica"/>
              </w:rPr>
              <w:t>13135/2024-SŽ-SSV-Ú3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54B935A0" w:rsidR="00F862D6" w:rsidRPr="00816EA4" w:rsidRDefault="00736C44" w:rsidP="00CC1E2B">
            <w:pPr>
              <w:rPr>
                <w:highlight w:val="green"/>
              </w:rPr>
            </w:pPr>
            <w:r w:rsidRPr="00736C44">
              <w:t>5</w:t>
            </w:r>
            <w:r w:rsidR="003E6B9A" w:rsidRPr="00736C44">
              <w:t>/</w:t>
            </w:r>
            <w:r w:rsidRPr="00736C44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14F31A7E" w:rsidR="00F862D6" w:rsidRPr="003E6B9A" w:rsidRDefault="00816EA4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704739B8" w:rsidR="009A7568" w:rsidRPr="003E6B9A" w:rsidRDefault="00816EA4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535ABEB" w:rsidR="009A7568" w:rsidRPr="003E6B9A" w:rsidRDefault="00816EA4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F271EC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36C44">
              <w:rPr>
                <w:noProof/>
              </w:rPr>
              <w:t>26.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69969BE0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F504FC">
        <w:rPr>
          <w:rFonts w:eastAsia="Times New Roman" w:cs="Times New Roman"/>
          <w:lang w:eastAsia="cs-CZ"/>
        </w:rPr>
        <w:t>1</w:t>
      </w:r>
    </w:p>
    <w:p w14:paraId="12ADA9BF" w14:textId="77777777" w:rsidR="00816EA4" w:rsidRDefault="00816EA4" w:rsidP="00816EA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Soubor staveb</w:t>
      </w:r>
      <w:r w:rsidR="009206F5">
        <w:rPr>
          <w:rFonts w:eastAsia="Calibri" w:cs="Times New Roman"/>
          <w:b/>
          <w:lang w:eastAsia="cs-CZ"/>
        </w:rPr>
        <w:tab/>
      </w:r>
    </w:p>
    <w:p w14:paraId="220496FC" w14:textId="2B55CFFE" w:rsidR="00816EA4" w:rsidRPr="00816EA4" w:rsidRDefault="00816EA4" w:rsidP="00816EA4">
      <w:pPr>
        <w:spacing w:after="0" w:line="240" w:lineRule="auto"/>
        <w:rPr>
          <w:rFonts w:eastAsia="Calibri" w:cs="Times New Roman"/>
          <w:b/>
          <w:lang w:eastAsia="cs-CZ"/>
        </w:rPr>
      </w:pPr>
      <w:r w:rsidRPr="00816EA4">
        <w:rPr>
          <w:rFonts w:eastAsia="Calibri" w:cs="Times New Roman"/>
          <w:b/>
          <w:lang w:eastAsia="cs-CZ"/>
        </w:rPr>
        <w:t>1)</w:t>
      </w:r>
      <w:r>
        <w:rPr>
          <w:rFonts w:eastAsia="Calibri" w:cs="Times New Roman"/>
          <w:b/>
          <w:lang w:eastAsia="cs-CZ"/>
        </w:rPr>
        <w:t xml:space="preserve"> </w:t>
      </w:r>
      <w:r w:rsidRPr="00816EA4">
        <w:rPr>
          <w:rFonts w:eastAsia="Calibri" w:cs="Times New Roman"/>
          <w:b/>
          <w:lang w:eastAsia="cs-CZ"/>
        </w:rPr>
        <w:t>„Rekonstrukce přejezdu P3664 v km 178,860 na trati Brno – Jihlava“</w:t>
      </w:r>
    </w:p>
    <w:p w14:paraId="1C466933" w14:textId="16190151" w:rsidR="009206F5" w:rsidRPr="00C84783" w:rsidRDefault="00816EA4" w:rsidP="00816EA4">
      <w:pPr>
        <w:spacing w:after="0" w:line="240" w:lineRule="auto"/>
        <w:rPr>
          <w:rFonts w:eastAsia="Calibri" w:cs="Times New Roman"/>
          <w:b/>
          <w:lang w:eastAsia="cs-CZ"/>
        </w:rPr>
      </w:pPr>
      <w:r w:rsidRPr="00816EA4">
        <w:rPr>
          <w:rFonts w:eastAsia="Calibri" w:cs="Times New Roman"/>
          <w:b/>
          <w:lang w:eastAsia="cs-CZ"/>
        </w:rPr>
        <w:t>2)</w:t>
      </w:r>
      <w:r>
        <w:rPr>
          <w:rFonts w:eastAsia="Calibri" w:cs="Times New Roman"/>
          <w:b/>
          <w:lang w:eastAsia="cs-CZ"/>
        </w:rPr>
        <w:t xml:space="preserve"> </w:t>
      </w:r>
      <w:r w:rsidRPr="00816EA4">
        <w:rPr>
          <w:rFonts w:eastAsia="Calibri" w:cs="Times New Roman"/>
          <w:b/>
          <w:lang w:eastAsia="cs-CZ"/>
        </w:rPr>
        <w:t xml:space="preserve">„Doplnění počítačů náprav na sudém zhlaví v </w:t>
      </w:r>
      <w:proofErr w:type="spellStart"/>
      <w:r w:rsidRPr="00816EA4">
        <w:rPr>
          <w:rFonts w:eastAsia="Calibri" w:cs="Times New Roman"/>
          <w:b/>
          <w:lang w:eastAsia="cs-CZ"/>
        </w:rPr>
        <w:t>žst</w:t>
      </w:r>
      <w:proofErr w:type="spellEnd"/>
      <w:r w:rsidRPr="00816EA4">
        <w:rPr>
          <w:rFonts w:eastAsia="Calibri" w:cs="Times New Roman"/>
          <w:b/>
          <w:lang w:eastAsia="cs-CZ"/>
        </w:rPr>
        <w:t>. Bransouze“</w:t>
      </w:r>
      <w:r w:rsidR="009206F5"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49DF30EF" w:rsidR="00CB7B5A" w:rsidRDefault="00674E3E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75EC3947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025E5255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V technické zprávě na str. 9 je požadavek: „Nejdříve týden po zahájení zkušebního provozu musí být v souladu s TKP provedeno měření žel. svršku měřícím vozem, na základě výsledků bude provedena případná oprava GPK.“</w:t>
      </w:r>
    </w:p>
    <w:p w14:paraId="4DB3C6CC" w14:textId="77892BF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 xml:space="preserve">Žádáme o </w:t>
      </w:r>
      <w:proofErr w:type="gramStart"/>
      <w:r w:rsidRPr="00674E3E">
        <w:rPr>
          <w:rFonts w:eastAsia="Calibri" w:cs="Times New Roman"/>
          <w:bCs/>
          <w:lang w:eastAsia="cs-CZ"/>
        </w:rPr>
        <w:t>upřesnění</w:t>
      </w:r>
      <w:proofErr w:type="gramEnd"/>
      <w:r w:rsidRPr="00674E3E">
        <w:rPr>
          <w:rFonts w:eastAsia="Calibri" w:cs="Times New Roman"/>
          <w:bCs/>
          <w:lang w:eastAsia="cs-CZ"/>
        </w:rPr>
        <w:t xml:space="preserve"> o jaké měření se jedná a zda jej investor skutečně požaduje i spolu s případnou opravou GPK ještě před provedením třetího podbití. V případě požadavku na provedení tohoto měření žádáme o doplnění položky jak pro měření, tak i pro případnou úpravu GPK strojní podbíječkou.</w:t>
      </w:r>
    </w:p>
    <w:p w14:paraId="06F7930C" w14:textId="77777777" w:rsidR="00736C44" w:rsidRDefault="00736C44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7C2E86" w14:textId="415F7AD2" w:rsidR="00CB7B5A" w:rsidRDefault="00CB7B5A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CAA943F" w14:textId="6A03FB84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 xml:space="preserve">Problematika konzultována se zástupci SŽ, OŘ Brno </w:t>
      </w:r>
      <w:r w:rsidR="005E79A1" w:rsidRPr="00736C44">
        <w:rPr>
          <w:rFonts w:eastAsia="Calibri" w:cs="Times New Roman"/>
          <w:lang w:eastAsia="cs-CZ"/>
        </w:rPr>
        <w:t>– ST Jihlava</w:t>
      </w:r>
      <w:r w:rsidRPr="00736C44">
        <w:rPr>
          <w:rFonts w:eastAsia="Calibri" w:cs="Times New Roman"/>
          <w:lang w:eastAsia="cs-CZ"/>
        </w:rPr>
        <w:t xml:space="preserve"> a na výše uvedeném požadavku netrvají, není požadováno. To znamená, že nebude obsahem prací předmětné stavby.</w:t>
      </w:r>
    </w:p>
    <w:p w14:paraId="7F11C39C" w14:textId="77777777" w:rsidR="00CB7B5A" w:rsidRPr="00CB7B5A" w:rsidRDefault="00CB7B5A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74CCB30F" w:rsidR="00CB7B5A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347BBFD0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10FAD9D2" w14:textId="0A7A4E68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V technické zprávě na str. 9 je požadavek: „Dále bude během zkušebního provozu provedeno měření prostorové průchodnosti po 3. podbití všech kolejí měřícím vozem FS-3 (nebo podobným schváleným). Všechna tato měření bude zajišťovat zhotovitel.“ Bude zadavatel skutečně požadovat provedení měření prostorové průchodnosti u této stavby? V případě, že zadavatel bude požadovat měření provést, žádáme o doplnění položky do rozpočtu.</w:t>
      </w:r>
    </w:p>
    <w:p w14:paraId="055978B7" w14:textId="77777777" w:rsidR="00736C44" w:rsidRDefault="00736C44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E94491" w14:textId="62D0F525" w:rsidR="00302BAF" w:rsidRDefault="00CB7B5A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CA6C242" w14:textId="177C43FC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 xml:space="preserve">Problematika konzultována se zástupci SŽ, OŘ Brno </w:t>
      </w:r>
      <w:r w:rsidR="005E79A1" w:rsidRPr="00736C44">
        <w:rPr>
          <w:rFonts w:eastAsia="Calibri" w:cs="Times New Roman"/>
          <w:lang w:eastAsia="cs-CZ"/>
        </w:rPr>
        <w:t>– ST Jihlava</w:t>
      </w:r>
      <w:r w:rsidRPr="00736C44">
        <w:rPr>
          <w:rFonts w:eastAsia="Calibri" w:cs="Times New Roman"/>
          <w:lang w:eastAsia="cs-CZ"/>
        </w:rPr>
        <w:t xml:space="preserve"> a na výše uvedeném požadavku netrvají, není požadováno. To znamená, že nebude obsahem prací předmětné stavby.</w:t>
      </w:r>
    </w:p>
    <w:p w14:paraId="13573800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49FEBA" w14:textId="750E908E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1ABE1943" w14:textId="6BFE3903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001D1102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7622397D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 xml:space="preserve">Položka č.11 - KOLEJOVÉ </w:t>
      </w:r>
      <w:proofErr w:type="gramStart"/>
      <w:r w:rsidRPr="00674E3E">
        <w:rPr>
          <w:rFonts w:eastAsia="Calibri" w:cs="Times New Roman"/>
          <w:bCs/>
          <w:lang w:eastAsia="cs-CZ"/>
        </w:rPr>
        <w:t>LOŽE - DOPLNĚNÍ</w:t>
      </w:r>
      <w:proofErr w:type="gramEnd"/>
      <w:r w:rsidRPr="00674E3E">
        <w:rPr>
          <w:rFonts w:eastAsia="Calibri" w:cs="Times New Roman"/>
          <w:bCs/>
          <w:lang w:eastAsia="cs-CZ"/>
        </w:rPr>
        <w:t xml:space="preserve"> Z KAMENIVA HRUBÉHO DRCENÉHO (ŠTĚRK)</w:t>
      </w:r>
    </w:p>
    <w:p w14:paraId="0C06991A" w14:textId="1A04605B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Kubatura 333,723 m3 pro doplnění KL se nám zdá vysoká. Žádáme o kontrolu a upřesnění, jaké množství je uvažováno pro doplnění KL při následné úpravě GPK.</w:t>
      </w:r>
    </w:p>
    <w:p w14:paraId="16F3BEED" w14:textId="77777777" w:rsidR="001053DA" w:rsidRPr="00CB7B5A" w:rsidRDefault="001053DA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DBE434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80650CF" w14:textId="77777777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Původní rozsah položky:</w:t>
      </w:r>
    </w:p>
    <w:p w14:paraId="4556DA22" w14:textId="77777777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Doplnění KL při úpravě GPK v km 178,749 185-179,049 682 (300,497m), rozšíření KL (zapuštěné ŠL) vlevo a vpravo v km 178,781 000-178,867 500 (86,50m</w:t>
      </w:r>
      <w:proofErr w:type="gramStart"/>
      <w:r w:rsidRPr="00736C44">
        <w:rPr>
          <w:rFonts w:eastAsia="Calibri" w:cs="Times New Roman"/>
          <w:lang w:eastAsia="cs-CZ"/>
        </w:rPr>
        <w:t>) :</w:t>
      </w:r>
      <w:proofErr w:type="gramEnd"/>
      <w:r w:rsidRPr="00736C44">
        <w:rPr>
          <w:rFonts w:eastAsia="Calibri" w:cs="Times New Roman"/>
          <w:lang w:eastAsia="cs-CZ"/>
        </w:rPr>
        <w:t xml:space="preserve">  </w:t>
      </w:r>
    </w:p>
    <w:p w14:paraId="2FFB2863" w14:textId="77777777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Celkem: 300,497*0,65+86,5*1,6=333,723 [A]</w:t>
      </w:r>
    </w:p>
    <w:p w14:paraId="5149363B" w14:textId="77777777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Bylo překontrolováno a upraveno následovně:</w:t>
      </w:r>
    </w:p>
    <w:p w14:paraId="00B24E3A" w14:textId="77777777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lastRenderedPageBreak/>
        <w:t>Doplnění KL při úpravě GPK v km 178,749 185-179,049 682 (300,497m), rozšíření KL (zapuštěné ŠL) vlevo a vpravo v km 178,781 000-178,867 500 (86,50m</w:t>
      </w:r>
      <w:proofErr w:type="gramStart"/>
      <w:r w:rsidRPr="00736C44">
        <w:rPr>
          <w:rFonts w:eastAsia="Calibri" w:cs="Times New Roman"/>
          <w:lang w:eastAsia="cs-CZ"/>
        </w:rPr>
        <w:t>) :</w:t>
      </w:r>
      <w:proofErr w:type="gramEnd"/>
      <w:r w:rsidRPr="00736C44">
        <w:rPr>
          <w:rFonts w:eastAsia="Calibri" w:cs="Times New Roman"/>
          <w:lang w:eastAsia="cs-CZ"/>
        </w:rPr>
        <w:t xml:space="preserve">  </w:t>
      </w:r>
    </w:p>
    <w:p w14:paraId="536FC3E9" w14:textId="77777777" w:rsidR="00971EE8" w:rsidRPr="00736C44" w:rsidRDefault="00971EE8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Celkem: 300,497*0,2+86,5*(0,565+</w:t>
      </w:r>
      <w:proofErr w:type="gramStart"/>
      <w:r w:rsidRPr="00736C44">
        <w:rPr>
          <w:rFonts w:eastAsia="Calibri" w:cs="Times New Roman"/>
          <w:lang w:eastAsia="cs-CZ"/>
        </w:rPr>
        <w:t>0,375)=</w:t>
      </w:r>
      <w:proofErr w:type="gramEnd"/>
      <w:r w:rsidRPr="00736C44">
        <w:rPr>
          <w:rFonts w:eastAsia="Calibri" w:cs="Times New Roman"/>
          <w:b/>
          <w:bCs/>
          <w:lang w:eastAsia="cs-CZ"/>
        </w:rPr>
        <w:t>141,409</w:t>
      </w:r>
      <w:r w:rsidRPr="00736C44">
        <w:rPr>
          <w:rFonts w:eastAsia="Calibri" w:cs="Times New Roman"/>
          <w:lang w:eastAsia="cs-CZ"/>
        </w:rPr>
        <w:t xml:space="preserve"> [A]</w:t>
      </w:r>
    </w:p>
    <w:p w14:paraId="646A3EC9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590C6BF" w14:textId="22C0368C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3E254B6E" w14:textId="12DE1DF5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50FCD6E8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0ECD5BE6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Položka č.12 - KOLEJ 49 E1, ROZD. "C", BEZSTYKOVÁ, PR. BET. PODKLADNICOVÝ, UP. TUHÉ</w:t>
      </w:r>
    </w:p>
    <w:p w14:paraId="5871F645" w14:textId="774B4352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Dle zadání má být pole před ZV č.6 v délce 12,50m na dřevěných pražcích. Žádáme o doplnění položky pro kolej na dřevěných pražcích a opravu množství položky č.12.</w:t>
      </w:r>
    </w:p>
    <w:p w14:paraId="0D8FCC63" w14:textId="77777777" w:rsidR="00FF3F8E" w:rsidRDefault="00FF3F8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CB7DB9" w14:textId="151CD122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D1EFB16" w14:textId="4BFA96F3" w:rsidR="00FF3F8E" w:rsidRPr="00736C44" w:rsidRDefault="00FF3F8E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V rámci položky je uveden</w:t>
      </w:r>
      <w:r w:rsidR="005E79A1" w:rsidRPr="00736C44">
        <w:rPr>
          <w:rFonts w:eastAsia="Calibri" w:cs="Times New Roman"/>
          <w:lang w:eastAsia="cs-CZ"/>
        </w:rPr>
        <w:t>o</w:t>
      </w:r>
      <w:r w:rsidRPr="00736C44">
        <w:rPr>
          <w:rFonts w:eastAsia="Calibri" w:cs="Times New Roman"/>
          <w:lang w:eastAsia="cs-CZ"/>
        </w:rPr>
        <w:t xml:space="preserve"> upozornění ve znění „</w:t>
      </w:r>
      <w:r w:rsidRPr="00736C44">
        <w:rPr>
          <w:rFonts w:eastAsia="Calibri" w:cs="Times New Roman"/>
          <w:i/>
          <w:iCs/>
          <w:lang w:eastAsia="cs-CZ"/>
        </w:rPr>
        <w:t>Poznámka: pole před ZV č.6 bude pole v délce 12,50m na dřevěných pražcích</w:t>
      </w:r>
      <w:r w:rsidRPr="00736C44">
        <w:rPr>
          <w:rFonts w:eastAsia="Calibri" w:cs="Times New Roman"/>
          <w:lang w:eastAsia="cs-CZ"/>
        </w:rPr>
        <w:t>.“ Z důvodu toho že v ASPE není k dispozici položka pro zřízení kolej</w:t>
      </w:r>
      <w:r w:rsidR="005E79A1" w:rsidRPr="00736C44">
        <w:rPr>
          <w:rFonts w:eastAsia="Calibri" w:cs="Times New Roman"/>
          <w:lang w:eastAsia="cs-CZ"/>
        </w:rPr>
        <w:t xml:space="preserve">ového </w:t>
      </w:r>
      <w:r w:rsidRPr="00736C44">
        <w:rPr>
          <w:rFonts w:eastAsia="Calibri" w:cs="Times New Roman"/>
          <w:lang w:eastAsia="cs-CZ"/>
        </w:rPr>
        <w:t>pole na dřevěných pražcích s rozdělením „c“. V ceníku je k dispozic</w:t>
      </w:r>
      <w:r w:rsidR="005E79A1" w:rsidRPr="00736C44">
        <w:rPr>
          <w:rFonts w:eastAsia="Calibri" w:cs="Times New Roman"/>
          <w:lang w:eastAsia="cs-CZ"/>
        </w:rPr>
        <w:t>i</w:t>
      </w:r>
      <w:r w:rsidRPr="00736C44">
        <w:rPr>
          <w:rFonts w:eastAsia="Calibri" w:cs="Times New Roman"/>
          <w:lang w:eastAsia="cs-CZ"/>
        </w:rPr>
        <w:t xml:space="preserve"> jen položka pro rozdělení „d“. Proto je položka č.12 doplněna o výše uvedenou poznámkou a projektant má za to, že toto řešení je plně dostačující i s ohledem na krátkou délku pole (12,5m). Projektant navrhuje nechat položku v původním obsahu.   </w:t>
      </w:r>
    </w:p>
    <w:p w14:paraId="428DCD27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D24F0B2" w14:textId="7408CD59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2D3298E8" w14:textId="6E2FE8D6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5B93A321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49E6054D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Položka č.17 - VÝMĚNA KOLEJNICE 49 E1 JEDNOTLIVĚ</w:t>
      </w:r>
    </w:p>
    <w:p w14:paraId="5541D2B2" w14:textId="18662C6C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Dle tabulky v TZ str. 11 jsou uvedeny polohy rušených izolovaných styků. Dle této tabulky jsou rušené IS u výkolejky Vk2, návěstidla Lc5 a Lc3a tvaru kolejnice R65. Pro tyto vložky by měla být použita položka pro výměnu kolejnic tvaru R65. Žádáme o ověření, zda jsou IS tvaru R65 a případně potom opravu položky.</w:t>
      </w:r>
    </w:p>
    <w:p w14:paraId="2B73406F" w14:textId="77777777" w:rsidR="00674E3E" w:rsidRPr="00CB7B5A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20D79F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BFCB259" w14:textId="3D033945" w:rsidR="00F504FC" w:rsidRPr="00CB7B5A" w:rsidRDefault="00FF3F8E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736C44">
        <w:rPr>
          <w:rFonts w:eastAsia="Calibri" w:cs="Times New Roman"/>
          <w:lang w:eastAsia="cs-CZ"/>
        </w:rPr>
        <w:t>Položka č.12 byla upravena (tvar S49) a nově vložena položka č.42 (tvar R65).</w:t>
      </w:r>
      <w:r w:rsidR="00F504FC" w:rsidRPr="00736C44">
        <w:rPr>
          <w:rFonts w:eastAsia="Calibri" w:cs="Times New Roman"/>
          <w:b/>
          <w:lang w:eastAsia="cs-CZ"/>
        </w:rPr>
        <w:t xml:space="preserve"> </w:t>
      </w:r>
    </w:p>
    <w:p w14:paraId="5C9CE642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DBB245D" w14:textId="668B110A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1F6ED17D" w14:textId="3F0459B8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36997793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388D1C3E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Položka č.19 - SVAR KOLEJNIC (STEJNÉHO TVARU) 49 E1, T JEDNOTLIVĚ</w:t>
      </w:r>
    </w:p>
    <w:p w14:paraId="69D94228" w14:textId="18814833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Domníváme se, že množství položky neodpovídá požadovaným pracím. Pro jednu vložku jednoho kolejového pásu je počítán pouze 1 svar a pro vložky v obou pásech jsou počítány pouze 2 svary. Žádáme o kontrolu a opravu množství.</w:t>
      </w:r>
    </w:p>
    <w:p w14:paraId="5E1938CF" w14:textId="77777777" w:rsidR="00674E3E" w:rsidRPr="00CB7B5A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96769BF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E102DD4" w14:textId="16101D56" w:rsidR="00F504FC" w:rsidRPr="00736C44" w:rsidRDefault="0098397B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P</w:t>
      </w:r>
      <w:r w:rsidR="004B0FC4" w:rsidRPr="00736C44">
        <w:rPr>
          <w:rFonts w:eastAsia="Calibri" w:cs="Times New Roman"/>
          <w:lang w:eastAsia="cs-CZ"/>
        </w:rPr>
        <w:t xml:space="preserve">očet svarů </w:t>
      </w:r>
      <w:r w:rsidRPr="00736C44">
        <w:rPr>
          <w:rFonts w:eastAsia="Calibri" w:cs="Times New Roman"/>
          <w:lang w:eastAsia="cs-CZ"/>
        </w:rPr>
        <w:t xml:space="preserve">je </w:t>
      </w:r>
      <w:r w:rsidR="004B0FC4" w:rsidRPr="00736C44">
        <w:rPr>
          <w:rFonts w:eastAsia="Calibri" w:cs="Times New Roman"/>
          <w:lang w:eastAsia="cs-CZ"/>
        </w:rPr>
        <w:t xml:space="preserve">specifikován chybně. Položka č.19 byla upravena, dále byla doplněna položka č.43 pro svary R65 č. 545111 „SVAR KOLEJNIC (STEJNÉHO TVARU) 60 E2, R 65 JEDNOTLIVĚ“. </w:t>
      </w:r>
    </w:p>
    <w:p w14:paraId="373D346B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B22255C" w14:textId="7084A7E4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07FFFDB6" w14:textId="24F2CAFA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7C717B6F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2899537A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Položka č.21 - ŘEZÁNÍ KOLEJNIC</w:t>
      </w:r>
    </w:p>
    <w:p w14:paraId="46F3EEF3" w14:textId="1D24366E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 xml:space="preserve">Obdobně jako u dotazu č.4 se domníváme, že množství položky neodpovídá požadovaným pracím. Pro vložky v obou pásech jsou počítány pouze 2 </w:t>
      </w:r>
      <w:proofErr w:type="spellStart"/>
      <w:r w:rsidRPr="00674E3E">
        <w:rPr>
          <w:rFonts w:eastAsia="Calibri" w:cs="Times New Roman"/>
          <w:bCs/>
          <w:lang w:eastAsia="cs-CZ"/>
        </w:rPr>
        <w:t>rozřezy</w:t>
      </w:r>
      <w:proofErr w:type="spellEnd"/>
      <w:r w:rsidRPr="00674E3E">
        <w:rPr>
          <w:rFonts w:eastAsia="Calibri" w:cs="Times New Roman"/>
          <w:bCs/>
          <w:lang w:eastAsia="cs-CZ"/>
        </w:rPr>
        <w:t>. Ve výpočtu také postrádáme dělení nových kolejnic na požadované délky vložek. Žádáme o kontrolu a doplnění množství.</w:t>
      </w:r>
    </w:p>
    <w:p w14:paraId="3328DA67" w14:textId="77777777" w:rsidR="00674E3E" w:rsidRPr="00CB7B5A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B4E6F1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603640E" w14:textId="41AAAF30" w:rsidR="00F504FC" w:rsidRPr="00736C44" w:rsidRDefault="0098397B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36C44">
        <w:rPr>
          <w:rFonts w:eastAsia="Calibri" w:cs="Times New Roman"/>
          <w:lang w:eastAsia="cs-CZ"/>
        </w:rPr>
        <w:t>P</w:t>
      </w:r>
      <w:r w:rsidR="00FA5321" w:rsidRPr="00736C44">
        <w:rPr>
          <w:rFonts w:eastAsia="Calibri" w:cs="Times New Roman"/>
          <w:lang w:eastAsia="cs-CZ"/>
        </w:rPr>
        <w:t>o</w:t>
      </w:r>
      <w:r w:rsidRPr="00736C44">
        <w:rPr>
          <w:rFonts w:eastAsia="Calibri" w:cs="Times New Roman"/>
          <w:lang w:eastAsia="cs-CZ"/>
        </w:rPr>
        <w:t xml:space="preserve">čet </w:t>
      </w:r>
      <w:proofErr w:type="spellStart"/>
      <w:r w:rsidRPr="00736C44">
        <w:rPr>
          <w:rFonts w:eastAsia="Calibri" w:cs="Times New Roman"/>
          <w:lang w:eastAsia="cs-CZ"/>
        </w:rPr>
        <w:t>ro</w:t>
      </w:r>
      <w:r w:rsidR="00FA5321" w:rsidRPr="00736C44">
        <w:rPr>
          <w:rFonts w:eastAsia="Calibri" w:cs="Times New Roman"/>
          <w:lang w:eastAsia="cs-CZ"/>
        </w:rPr>
        <w:t>zřezů</w:t>
      </w:r>
      <w:proofErr w:type="spellEnd"/>
      <w:r w:rsidR="00FA5321" w:rsidRPr="00736C44">
        <w:rPr>
          <w:rFonts w:eastAsia="Calibri" w:cs="Times New Roman"/>
          <w:lang w:eastAsia="cs-CZ"/>
        </w:rPr>
        <w:t xml:space="preserve"> (dělení kolejnic)</w:t>
      </w:r>
      <w:r w:rsidRPr="00736C44">
        <w:rPr>
          <w:rFonts w:eastAsia="Calibri" w:cs="Times New Roman"/>
          <w:lang w:eastAsia="cs-CZ"/>
        </w:rPr>
        <w:t xml:space="preserve"> je </w:t>
      </w:r>
      <w:r w:rsidR="00FA5321" w:rsidRPr="00736C44">
        <w:rPr>
          <w:rFonts w:eastAsia="Calibri" w:cs="Times New Roman"/>
          <w:lang w:eastAsia="cs-CZ"/>
        </w:rPr>
        <w:t>specifikován chybně. Položka č.21 byla upravena.</w:t>
      </w:r>
    </w:p>
    <w:p w14:paraId="574EAB55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7C8604D" w14:textId="59C8CA19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7D232D7B" w14:textId="11619836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4CDB3E49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SO 26-10-01 Železniční svršek</w:t>
      </w:r>
    </w:p>
    <w:p w14:paraId="11F15F7F" w14:textId="77777777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Položka č.26 - ODSTRANĚNÍ KOLEJOVÉHO LOŽE A DRÁŽNÍCH STEZEK</w:t>
      </w:r>
    </w:p>
    <w:p w14:paraId="7B22D5B2" w14:textId="73E950F8" w:rsidR="00674E3E" w:rsidRPr="00674E3E" w:rsidRDefault="00674E3E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E3E">
        <w:rPr>
          <w:rFonts w:eastAsia="Calibri" w:cs="Times New Roman"/>
          <w:bCs/>
          <w:lang w:eastAsia="cs-CZ"/>
        </w:rPr>
        <w:t>Domníváme se, že množství položky je chybně vynásobeno koeficientem 1,9 na tuny, položka má měrnou jednotku „m3“. Žádáme o opravu množství položky.</w:t>
      </w:r>
    </w:p>
    <w:p w14:paraId="5CB6F66E" w14:textId="77777777" w:rsidR="00674E3E" w:rsidRPr="00CB7B5A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94BAC6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62580BA" w14:textId="1ACD2290" w:rsidR="00F504FC" w:rsidRPr="00736C44" w:rsidRDefault="0098397B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36C44">
        <w:rPr>
          <w:rFonts w:eastAsia="Calibri" w:cs="Times New Roman"/>
          <w:lang w:eastAsia="cs-CZ"/>
        </w:rPr>
        <w:t>Množství položky je chybně vynásobeno. P</w:t>
      </w:r>
      <w:r w:rsidR="006C2578" w:rsidRPr="00736C44">
        <w:rPr>
          <w:rFonts w:eastAsia="Calibri" w:cs="Times New Roman"/>
          <w:lang w:eastAsia="cs-CZ"/>
        </w:rPr>
        <w:t>oložka č.26 byla opravena.</w:t>
      </w:r>
    </w:p>
    <w:p w14:paraId="252CA78D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782A262" w14:textId="5D166D49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499C6A7C" w14:textId="68191CB7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3FFFBA4A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26-10-01 Železniční svršek</w:t>
      </w:r>
    </w:p>
    <w:p w14:paraId="509A8053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 xml:space="preserve">Položka č. 37 - POPLATKY ZA LIKVIDACŮ ODPADŮ NEKONTAMINOVANÝCH - 17 01 </w:t>
      </w:r>
      <w:proofErr w:type="gramStart"/>
      <w:r w:rsidRPr="00FB1729">
        <w:rPr>
          <w:rFonts w:eastAsia="Calibri" w:cs="Times New Roman"/>
          <w:bCs/>
          <w:lang w:eastAsia="cs-CZ"/>
        </w:rPr>
        <w:t>01  ŽELEZNIČNÍ</w:t>
      </w:r>
      <w:proofErr w:type="gramEnd"/>
      <w:r w:rsidRPr="00FB1729">
        <w:rPr>
          <w:rFonts w:eastAsia="Calibri" w:cs="Times New Roman"/>
          <w:bCs/>
          <w:lang w:eastAsia="cs-CZ"/>
        </w:rPr>
        <w:t xml:space="preserve"> PRAŽCE BETONOVÉ VČETNĚ DOPRAVY</w:t>
      </w:r>
    </w:p>
    <w:p w14:paraId="376D9A10" w14:textId="5239C904" w:rsidR="00674E3E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Množství položky nesouhlasí s množstvím v SO 90-90. Žádáme o sjednocení množství evidenční položky dle správné výměry v SO 90-90.</w:t>
      </w:r>
    </w:p>
    <w:p w14:paraId="20434ABA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ADEB92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045F988" w14:textId="5478CA03" w:rsidR="00F504FC" w:rsidRPr="00736C44" w:rsidRDefault="0098397B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36C44">
        <w:rPr>
          <w:rFonts w:eastAsia="Calibri" w:cs="Times New Roman"/>
          <w:lang w:eastAsia="cs-CZ"/>
        </w:rPr>
        <w:t>An</w:t>
      </w:r>
      <w:r w:rsidR="00BF69DB" w:rsidRPr="00736C44">
        <w:rPr>
          <w:rFonts w:eastAsia="Calibri" w:cs="Times New Roman"/>
          <w:lang w:eastAsia="cs-CZ"/>
        </w:rPr>
        <w:t>o, v položce č. 37 byla ve výpočtu chyba (nesprávný součin), správná výsledná hodnota položky je 7,59 tun. Položka byla opravena. To znamená, že v dotazu zmiňovaná položka v SO 90-90 má správnou výměru (7,59 tun) a zůstane v původní hodnotě, tedy beze změny.</w:t>
      </w:r>
    </w:p>
    <w:p w14:paraId="52B309C9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C94BDBD" w14:textId="68562713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7140066D" w14:textId="266F952A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1543CF6F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26-13-01 Železniční přejezd km 178,860</w:t>
      </w:r>
    </w:p>
    <w:p w14:paraId="65798940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č.22 - ROZEBRÁNÍ PŘEJEZDU, PŘECHODU Z DÍLCŮ</w:t>
      </w:r>
    </w:p>
    <w:p w14:paraId="02934860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 xml:space="preserve">Položka č.23 - ROZEBRÁNÍ PŘEJEZDU, PŘECHODU Z </w:t>
      </w:r>
      <w:proofErr w:type="gramStart"/>
      <w:r w:rsidRPr="00FB1729">
        <w:rPr>
          <w:rFonts w:eastAsia="Calibri" w:cs="Times New Roman"/>
          <w:bCs/>
          <w:lang w:eastAsia="cs-CZ"/>
        </w:rPr>
        <w:t>DÍLCŮ - ODVOZ</w:t>
      </w:r>
      <w:proofErr w:type="gramEnd"/>
      <w:r w:rsidRPr="00FB1729">
        <w:rPr>
          <w:rFonts w:eastAsia="Calibri" w:cs="Times New Roman"/>
          <w:bCs/>
          <w:lang w:eastAsia="cs-CZ"/>
        </w:rPr>
        <w:t xml:space="preserve"> (NA LIKVIDACI ODPADŮ NEBO JINÉ URČENÉ MÍSTO)</w:t>
      </w:r>
    </w:p>
    <w:p w14:paraId="256771CC" w14:textId="674C4278" w:rsid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 xml:space="preserve">Jedná se o položky pro rozebrání stávajícího přejezdu km 178,860 ze žel. beton. panelů a odvoz materiálu do </w:t>
      </w:r>
      <w:proofErr w:type="spellStart"/>
      <w:r w:rsidRPr="00FB1729">
        <w:rPr>
          <w:rFonts w:eastAsia="Calibri" w:cs="Times New Roman"/>
          <w:bCs/>
          <w:lang w:eastAsia="cs-CZ"/>
        </w:rPr>
        <w:t>žst</w:t>
      </w:r>
      <w:proofErr w:type="spellEnd"/>
      <w:r w:rsidRPr="00FB1729">
        <w:rPr>
          <w:rFonts w:eastAsia="Calibri" w:cs="Times New Roman"/>
          <w:bCs/>
          <w:lang w:eastAsia="cs-CZ"/>
        </w:rPr>
        <w:t xml:space="preserve">. Luka nad Jihlavou. Tyto práce má dle TZ SO 26-10-01 str.10 řešit železniční svršek a jsou zahrnuty v rozpočtu SO 26-10-01 žel. </w:t>
      </w:r>
      <w:proofErr w:type="gramStart"/>
      <w:r w:rsidRPr="00FB1729">
        <w:rPr>
          <w:rFonts w:eastAsia="Calibri" w:cs="Times New Roman"/>
          <w:bCs/>
          <w:lang w:eastAsia="cs-CZ"/>
        </w:rPr>
        <w:t>svršek - položky</w:t>
      </w:r>
      <w:proofErr w:type="gramEnd"/>
      <w:r w:rsidRPr="00FB1729">
        <w:rPr>
          <w:rFonts w:eastAsia="Calibri" w:cs="Times New Roman"/>
          <w:bCs/>
          <w:lang w:eastAsia="cs-CZ"/>
        </w:rPr>
        <w:t xml:space="preserve"> č.29 a č.30. Žádáme o odstranění duplicitních položek z SO 26-13-01.</w:t>
      </w:r>
    </w:p>
    <w:p w14:paraId="3300CA87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0436CB9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5AEC90D" w14:textId="2D04C80B" w:rsidR="00F504FC" w:rsidRPr="00736C44" w:rsidRDefault="00B06A30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 xml:space="preserve">Ano, položky č. 22 a 23 v </w:t>
      </w:r>
      <w:r w:rsidRPr="00736C44">
        <w:rPr>
          <w:rFonts w:eastAsia="Calibri" w:cs="Times New Roman"/>
          <w:i/>
          <w:iCs/>
          <w:lang w:eastAsia="cs-CZ"/>
        </w:rPr>
        <w:t>SO 26-13-01 Železniční přejezd km 178,860</w:t>
      </w:r>
      <w:r w:rsidRPr="00736C44">
        <w:rPr>
          <w:rFonts w:eastAsia="Calibri" w:cs="Times New Roman"/>
          <w:lang w:eastAsia="cs-CZ"/>
        </w:rPr>
        <w:t xml:space="preserve"> byly duplicitní a byly odstraněny z rozpočtu tohoto stav</w:t>
      </w:r>
      <w:r w:rsidR="0098397B" w:rsidRPr="00736C44">
        <w:rPr>
          <w:rFonts w:eastAsia="Calibri" w:cs="Times New Roman"/>
          <w:lang w:eastAsia="cs-CZ"/>
        </w:rPr>
        <w:t xml:space="preserve">ebního </w:t>
      </w:r>
      <w:r w:rsidRPr="00736C44">
        <w:rPr>
          <w:rFonts w:eastAsia="Calibri" w:cs="Times New Roman"/>
          <w:lang w:eastAsia="cs-CZ"/>
        </w:rPr>
        <w:t xml:space="preserve">objektu. </w:t>
      </w:r>
    </w:p>
    <w:p w14:paraId="0AE3E232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D0A2B01" w14:textId="00D7B583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11:</w:t>
      </w:r>
    </w:p>
    <w:p w14:paraId="6A20A2CC" w14:textId="21BA2954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23A18148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26-11-01 Železniční spodek</w:t>
      </w:r>
    </w:p>
    <w:p w14:paraId="05E9722A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č.27 - POHOZ DNA A SVAHŮ Z LOMOVÉHO KAMENE</w:t>
      </w:r>
    </w:p>
    <w:p w14:paraId="6B21FC3B" w14:textId="67CD61EA" w:rsid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 xml:space="preserve">Jedná se o zpevnění svahů vrstvou kamene </w:t>
      </w:r>
      <w:proofErr w:type="gramStart"/>
      <w:r w:rsidRPr="00FB1729">
        <w:rPr>
          <w:rFonts w:eastAsia="Calibri" w:cs="Times New Roman"/>
          <w:bCs/>
          <w:lang w:eastAsia="cs-CZ"/>
        </w:rPr>
        <w:t>min .</w:t>
      </w:r>
      <w:proofErr w:type="spellStart"/>
      <w:proofErr w:type="gramEnd"/>
      <w:r w:rsidRPr="00FB1729">
        <w:rPr>
          <w:rFonts w:eastAsia="Calibri" w:cs="Times New Roman"/>
          <w:bCs/>
          <w:lang w:eastAsia="cs-CZ"/>
        </w:rPr>
        <w:t>tl</w:t>
      </w:r>
      <w:proofErr w:type="spellEnd"/>
      <w:r w:rsidRPr="00FB1729">
        <w:rPr>
          <w:rFonts w:eastAsia="Calibri" w:cs="Times New Roman"/>
          <w:bCs/>
          <w:lang w:eastAsia="cs-CZ"/>
        </w:rPr>
        <w:t>. 0,30m. Kubatura 368,58 m3 se nám zdá vysoká. Domníváme se, že je ve výpočtu chybně vynásobena plocha 249,6 m2 tloušťkou vrstvy 1,3m. Žádáme o kontrolu a opravu.</w:t>
      </w:r>
    </w:p>
    <w:p w14:paraId="19AAF06F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112595C" w14:textId="77777777" w:rsidR="00F504FC" w:rsidRPr="00E162AD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162AD">
        <w:rPr>
          <w:rFonts w:eastAsia="Calibri" w:cs="Times New Roman"/>
          <w:b/>
          <w:lang w:eastAsia="cs-CZ"/>
        </w:rPr>
        <w:t>Odpověď:</w:t>
      </w:r>
    </w:p>
    <w:p w14:paraId="37FACB74" w14:textId="13B95A4B" w:rsidR="00F504FC" w:rsidRPr="00736C44" w:rsidRDefault="00E162AD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Výpočet proveden na základě plošných výměr dle příčných řezů a součinů vzdáleností řezů. Hodnota v položce č. 27 byla opravena. Výpočet uveden níže.</w:t>
      </w:r>
    </w:p>
    <w:p w14:paraId="5B22B1C1" w14:textId="77777777" w:rsidR="00F504FC" w:rsidRPr="00736C44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25AA91C" w14:textId="77777777" w:rsidR="00E162AD" w:rsidRPr="00736C44" w:rsidRDefault="00E162AD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Zpevnění vrstvou kamene min.tl.0,30</w:t>
      </w:r>
      <w:proofErr w:type="gramStart"/>
      <w:r w:rsidRPr="00736C44">
        <w:rPr>
          <w:rFonts w:eastAsia="Calibri" w:cs="Times New Roman"/>
          <w:lang w:eastAsia="cs-CZ"/>
        </w:rPr>
        <w:t>m :</w:t>
      </w:r>
      <w:proofErr w:type="gramEnd"/>
      <w:r w:rsidRPr="00736C44">
        <w:rPr>
          <w:rFonts w:eastAsia="Calibri" w:cs="Times New Roman"/>
          <w:lang w:eastAsia="cs-CZ"/>
        </w:rPr>
        <w:t xml:space="preserve"> 5*2,25+(2,25+2,1)*0,5*25+(2,1+1,65)*0,5*25+(1,65+1,25)*0,5*13=131,350 [A]</w:t>
      </w:r>
    </w:p>
    <w:p w14:paraId="21818CE4" w14:textId="77777777" w:rsidR="00736C44" w:rsidRDefault="00736C44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94AA402" w14:textId="6E5B1816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2:</w:t>
      </w:r>
    </w:p>
    <w:p w14:paraId="5F8291E1" w14:textId="7DD03069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450B0AE7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26-11-01 Železniční spodek</w:t>
      </w:r>
    </w:p>
    <w:p w14:paraId="53AE0A05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č.34 - POTRUBÍ Z TRUB PLASTOVÝCH ODPADNÍCH DN DO 400MM</w:t>
      </w:r>
    </w:p>
    <w:p w14:paraId="0AF452CD" w14:textId="56C3544E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V technické zprávě na str. 26 se nachází tabulka kapacitních údajů, kde je uvedena délka 94,90 m. Žádáme o kontrolu délky potrubí a případně opravu množství.</w:t>
      </w:r>
    </w:p>
    <w:p w14:paraId="1AFF81D0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F234493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C5A2503" w14:textId="37F4E83B" w:rsidR="00F504FC" w:rsidRPr="00736C44" w:rsidRDefault="006B67DF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36C44">
        <w:rPr>
          <w:rFonts w:eastAsia="Calibri" w:cs="Times New Roman"/>
          <w:lang w:eastAsia="cs-CZ"/>
        </w:rPr>
        <w:t xml:space="preserve">V položce č. 34 je uvedena délka potrubí 72,75 m (DN 400). Tato hodnota je správně, položka je beze změny. V TZ je uveden nesprávný údaj. </w:t>
      </w:r>
    </w:p>
    <w:p w14:paraId="569624C9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5C8C142" w14:textId="2F7D2E36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13:</w:t>
      </w:r>
    </w:p>
    <w:p w14:paraId="11AADCC4" w14:textId="36DE357D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1E25ACC8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26-11-01 Železniční spodek</w:t>
      </w:r>
    </w:p>
    <w:p w14:paraId="6A8225E3" w14:textId="2662485A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 xml:space="preserve">V rozpočtu postrádáme položku pro plastové svodné potrubí od </w:t>
      </w:r>
      <w:proofErr w:type="spellStart"/>
      <w:r w:rsidRPr="00FB1729">
        <w:rPr>
          <w:rFonts w:eastAsia="Calibri" w:cs="Times New Roman"/>
          <w:bCs/>
          <w:lang w:eastAsia="cs-CZ"/>
        </w:rPr>
        <w:t>odvodň</w:t>
      </w:r>
      <w:proofErr w:type="spellEnd"/>
      <w:r w:rsidRPr="00FB1729">
        <w:rPr>
          <w:rFonts w:eastAsia="Calibri" w:cs="Times New Roman"/>
          <w:bCs/>
          <w:lang w:eastAsia="cs-CZ"/>
        </w:rPr>
        <w:t>. žlábku přejezdové konstrukce (napojené do šachty Š3) DN 200, SN4 v délce 10,0m viz TZ str. 25. V tabulce kapacitních údajů v TZ na str. 26 je pro toto potrubí uvažováno s potrubím DN 150 (SN8). Žádáme o upřesnění typu potrubí a doplnění položky.</w:t>
      </w:r>
    </w:p>
    <w:p w14:paraId="462B068E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E4123C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DC4E66E" w14:textId="07F1D2ED" w:rsidR="00F504FC" w:rsidRPr="00736C44" w:rsidRDefault="003D5268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36C44">
        <w:rPr>
          <w:rFonts w:eastAsia="Calibri" w:cs="Times New Roman"/>
          <w:lang w:eastAsia="cs-CZ"/>
        </w:rPr>
        <w:lastRenderedPageBreak/>
        <w:t xml:space="preserve">Toto potrubí je </w:t>
      </w:r>
      <w:proofErr w:type="gramStart"/>
      <w:r w:rsidRPr="00736C44">
        <w:rPr>
          <w:rFonts w:eastAsia="Calibri" w:cs="Times New Roman"/>
          <w:lang w:eastAsia="cs-CZ"/>
        </w:rPr>
        <w:t>specifikované</w:t>
      </w:r>
      <w:proofErr w:type="gramEnd"/>
      <w:r w:rsidR="001A70AB" w:rsidRPr="00736C44">
        <w:rPr>
          <w:rFonts w:eastAsia="Calibri" w:cs="Times New Roman"/>
          <w:lang w:eastAsia="cs-CZ"/>
        </w:rPr>
        <w:t xml:space="preserve"> a to</w:t>
      </w:r>
      <w:r w:rsidRPr="00736C44">
        <w:rPr>
          <w:rFonts w:eastAsia="Calibri" w:cs="Times New Roman"/>
          <w:lang w:eastAsia="cs-CZ"/>
        </w:rPr>
        <w:t xml:space="preserve"> v rámci pol.č.19 ve stav</w:t>
      </w:r>
      <w:r w:rsidR="001A70AB" w:rsidRPr="00736C44">
        <w:rPr>
          <w:rFonts w:eastAsia="Calibri" w:cs="Times New Roman"/>
          <w:lang w:eastAsia="cs-CZ"/>
        </w:rPr>
        <w:t xml:space="preserve">ebním </w:t>
      </w:r>
      <w:r w:rsidRPr="00736C44">
        <w:rPr>
          <w:rFonts w:eastAsia="Calibri" w:cs="Times New Roman"/>
          <w:lang w:eastAsia="cs-CZ"/>
        </w:rPr>
        <w:t xml:space="preserve">objektu </w:t>
      </w:r>
      <w:r w:rsidRPr="00736C44">
        <w:rPr>
          <w:rFonts w:eastAsia="Calibri" w:cs="Times New Roman"/>
          <w:i/>
          <w:iCs/>
          <w:lang w:eastAsia="cs-CZ"/>
        </w:rPr>
        <w:t>SO 26-13-01 Železniční přejezd km 178,860</w:t>
      </w:r>
      <w:r w:rsidRPr="00736C44">
        <w:rPr>
          <w:rFonts w:eastAsia="Calibri" w:cs="Times New Roman"/>
          <w:lang w:eastAsia="cs-CZ"/>
        </w:rPr>
        <w:t xml:space="preserve"> ačkoliv je popis uveden v rámci žel</w:t>
      </w:r>
      <w:r w:rsidR="0098397B" w:rsidRPr="00736C44">
        <w:rPr>
          <w:rFonts w:eastAsia="Calibri" w:cs="Times New Roman"/>
          <w:lang w:eastAsia="cs-CZ"/>
        </w:rPr>
        <w:t xml:space="preserve">ezničního </w:t>
      </w:r>
      <w:r w:rsidRPr="00736C44">
        <w:rPr>
          <w:rFonts w:eastAsia="Calibri" w:cs="Times New Roman"/>
          <w:lang w:eastAsia="cs-CZ"/>
        </w:rPr>
        <w:t>spodku.</w:t>
      </w:r>
      <w:r w:rsidR="001A70AB" w:rsidRPr="00736C44">
        <w:rPr>
          <w:rFonts w:eastAsia="Calibri" w:cs="Times New Roman"/>
          <w:lang w:eastAsia="cs-CZ"/>
        </w:rPr>
        <w:t xml:space="preserve"> Projektant navrhuje tuto položku ponechat beze změny. </w:t>
      </w:r>
      <w:r w:rsidRPr="00736C44">
        <w:rPr>
          <w:rFonts w:eastAsia="Calibri" w:cs="Times New Roman"/>
          <w:lang w:eastAsia="cs-CZ"/>
        </w:rPr>
        <w:t xml:space="preserve"> </w:t>
      </w:r>
    </w:p>
    <w:p w14:paraId="72259946" w14:textId="77777777" w:rsidR="003355E5" w:rsidRDefault="003355E5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7922F8E" w14:textId="4C380CF8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14:paraId="0E3710C3" w14:textId="05B6D44E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4D63DC35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26-11-01 Železniční spodek</w:t>
      </w:r>
    </w:p>
    <w:p w14:paraId="0B03AE8E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č.45 - PODKLADNÍ A VÝPLŇOVÉ VRSTVY Z KAMENIVA DRCENÉHO</w:t>
      </w:r>
    </w:p>
    <w:p w14:paraId="64CB0A8A" w14:textId="274C3423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Jedná se o podklad pod panelovou plochu a pro zpevnění plochy zařízení staveniště, přístupové plochy. Domníváme se, že je ve výpočtu položky chyba – množství by mělo odpovídat dle popisu položky 320 m2 s tloušťkou 150 mm. Žádáme o kontrolu a opravu množství.</w:t>
      </w:r>
    </w:p>
    <w:p w14:paraId="0516D7F5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18AC8D3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1FCBAAB" w14:textId="518C5C7F" w:rsidR="00F504FC" w:rsidRPr="00736C44" w:rsidRDefault="00E87D05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36C44">
        <w:rPr>
          <w:rFonts w:eastAsia="Calibri" w:cs="Times New Roman"/>
          <w:lang w:eastAsia="cs-CZ"/>
        </w:rPr>
        <w:t>Ano, ve výpočtu (součinu) byla chyba. Položka č.45 byla opravena.</w:t>
      </w:r>
    </w:p>
    <w:p w14:paraId="7516B30F" w14:textId="77777777" w:rsidR="003355E5" w:rsidRDefault="003355E5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033276A" w14:textId="3214022D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657BD7AF" w14:textId="51FB6A49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7C7DD8D8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26-92-01 Kácení dřevin</w:t>
      </w:r>
    </w:p>
    <w:p w14:paraId="02F4D27B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 xml:space="preserve">Položka č.2 - POPLATKY ZA LIKVIDACŮ ODPADŮ NEKONTAMINOVANÝCH - 02 01 </w:t>
      </w:r>
      <w:proofErr w:type="gramStart"/>
      <w:r w:rsidRPr="00FB1729">
        <w:rPr>
          <w:rFonts w:eastAsia="Calibri" w:cs="Times New Roman"/>
          <w:bCs/>
          <w:lang w:eastAsia="cs-CZ"/>
        </w:rPr>
        <w:t>03  PAŘEZY</w:t>
      </w:r>
      <w:proofErr w:type="gramEnd"/>
      <w:r w:rsidRPr="00FB1729">
        <w:rPr>
          <w:rFonts w:eastAsia="Calibri" w:cs="Times New Roman"/>
          <w:bCs/>
          <w:lang w:eastAsia="cs-CZ"/>
        </w:rPr>
        <w:t xml:space="preserve"> VČETNĚ DOPRAVY</w:t>
      </w:r>
    </w:p>
    <w:p w14:paraId="53CBED32" w14:textId="053B5D7A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Dle TZ je součástí stavebního objektu SO 26-92-01 Kácení dřevin pouze „provedení náhradní výsadby a odstranění kořenových systémů pokácených dřevin. Jiné kácení dřevin, se neuvažuje.“ Uchazeč tomu rozumí tak, že bude nutné odstranit pařezy po pokácených stromech. Žádáme o upřesnění a případně doplnění položky pro odstranění pařezů – vytržení nebo vykopání.</w:t>
      </w:r>
    </w:p>
    <w:p w14:paraId="6204C27D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B0E4E08" w14:textId="77777777" w:rsidR="00F504FC" w:rsidRPr="00A27E52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7E52">
        <w:rPr>
          <w:rFonts w:eastAsia="Calibri" w:cs="Times New Roman"/>
          <w:b/>
          <w:lang w:eastAsia="cs-CZ"/>
        </w:rPr>
        <w:t>Odpověď:</w:t>
      </w:r>
    </w:p>
    <w:p w14:paraId="19710756" w14:textId="55BB051E" w:rsidR="00F504FC" w:rsidRPr="00736C44" w:rsidRDefault="00A27E52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Do objektu SO 26-92-01 Kácení dřevin byla doplněna položka č.3 (R položka, ODSTRANĚNÍ PAŘEZŮ D DO 0,5M, 1 x soubor) a s doplněným popisem odkazující se na rozsah již vykácených dřevin v</w:t>
      </w:r>
      <w:r w:rsidR="0098397B" w:rsidRPr="00736C44">
        <w:rPr>
          <w:rFonts w:eastAsia="Calibri" w:cs="Times New Roman"/>
          <w:lang w:eastAsia="cs-CZ"/>
        </w:rPr>
        <w:t> </w:t>
      </w:r>
      <w:r w:rsidRPr="00736C44">
        <w:rPr>
          <w:rFonts w:eastAsia="Calibri" w:cs="Times New Roman"/>
          <w:lang w:eastAsia="cs-CZ"/>
        </w:rPr>
        <w:t>zájm</w:t>
      </w:r>
      <w:r w:rsidR="0098397B" w:rsidRPr="00736C44">
        <w:rPr>
          <w:rFonts w:eastAsia="Calibri" w:cs="Times New Roman"/>
          <w:lang w:eastAsia="cs-CZ"/>
        </w:rPr>
        <w:t xml:space="preserve">ovém </w:t>
      </w:r>
      <w:r w:rsidRPr="00736C44">
        <w:rPr>
          <w:rFonts w:eastAsia="Calibri" w:cs="Times New Roman"/>
          <w:lang w:eastAsia="cs-CZ"/>
        </w:rPr>
        <w:t>prostoru dle popisu v</w:t>
      </w:r>
      <w:r w:rsidR="0098397B" w:rsidRPr="00736C44">
        <w:rPr>
          <w:rFonts w:eastAsia="Calibri" w:cs="Times New Roman"/>
          <w:lang w:eastAsia="cs-CZ"/>
        </w:rPr>
        <w:t> </w:t>
      </w:r>
      <w:r w:rsidRPr="00736C44">
        <w:rPr>
          <w:rFonts w:eastAsia="Calibri" w:cs="Times New Roman"/>
          <w:lang w:eastAsia="cs-CZ"/>
        </w:rPr>
        <w:t>techn</w:t>
      </w:r>
      <w:r w:rsidR="0098397B" w:rsidRPr="00736C44">
        <w:rPr>
          <w:rFonts w:eastAsia="Calibri" w:cs="Times New Roman"/>
          <w:lang w:eastAsia="cs-CZ"/>
        </w:rPr>
        <w:t xml:space="preserve">ické </w:t>
      </w:r>
      <w:r w:rsidRPr="00736C44">
        <w:rPr>
          <w:rFonts w:eastAsia="Calibri" w:cs="Times New Roman"/>
          <w:lang w:eastAsia="cs-CZ"/>
        </w:rPr>
        <w:t xml:space="preserve">zprávě v části 5.1 Inventarizační tabulka.  </w:t>
      </w:r>
    </w:p>
    <w:p w14:paraId="5AE1293D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F3271C8" w14:textId="007D45B9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CB7B5A">
        <w:rPr>
          <w:rFonts w:eastAsia="Calibri" w:cs="Times New Roman"/>
          <w:b/>
          <w:lang w:eastAsia="cs-CZ"/>
        </w:rPr>
        <w:t>:</w:t>
      </w:r>
    </w:p>
    <w:p w14:paraId="1D43BFA7" w14:textId="352943F8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67566175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26-11-01 Železniční spodek</w:t>
      </w:r>
    </w:p>
    <w:p w14:paraId="77E5B358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č.4 - PRÁCE ZŘIZUJÍCÍ NEBO ZAJIŠŤUJÍCÍ OCHRANU INŽENÝRSKÝCH SÍTÍ</w:t>
      </w:r>
    </w:p>
    <w:p w14:paraId="421E421C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26-13-01 Železniční přejezd km 178,860</w:t>
      </w:r>
    </w:p>
    <w:p w14:paraId="1DDB11DA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č.5 - PRÁCE ZŘIZUJÍCÍ NEBO ZAJIŠŤUJÍCÍ OCHRANU INŽENÝRSKÝCH SÍTÍ</w:t>
      </w:r>
    </w:p>
    <w:p w14:paraId="78489E53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26-50-01 Silnice III/4031</w:t>
      </w:r>
    </w:p>
    <w:p w14:paraId="14EED6F5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č.5 - PRÁCE ZŘIZUJÍCÍ NEBO ZAJIŠŤUJÍCÍ OCHRANU INŽENÝRSKÝCH SÍTÍ</w:t>
      </w:r>
    </w:p>
    <w:p w14:paraId="6A61D4E7" w14:textId="29B931C6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Žádáme o upřesnění požadovaných prací. Jedná se pouze o ochranu stávajících sítí? Bude v celé délce nutné provést vymístění stávajících sítí a zpětné uložení? Žádáme i o uvedení orientační délky a případně počtu kabelů určených k vymístění.</w:t>
      </w:r>
    </w:p>
    <w:p w14:paraId="4FF86EE4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B1C33C6" w14:textId="77777777" w:rsidR="00F504FC" w:rsidRPr="005B2B01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B2B01">
        <w:rPr>
          <w:rFonts w:eastAsia="Calibri" w:cs="Times New Roman"/>
          <w:b/>
          <w:lang w:eastAsia="cs-CZ"/>
        </w:rPr>
        <w:t>Odpověď:</w:t>
      </w:r>
    </w:p>
    <w:p w14:paraId="16F763EA" w14:textId="026C904A" w:rsidR="00745C2A" w:rsidRPr="00736C44" w:rsidRDefault="00745C2A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 xml:space="preserve">Položka č.4 - SO 26-11-01 Železniční spodek </w:t>
      </w:r>
      <w:r w:rsidR="00C40EC7" w:rsidRPr="00736C44">
        <w:rPr>
          <w:rFonts w:eastAsia="Calibri" w:cs="Times New Roman"/>
          <w:lang w:eastAsia="cs-CZ"/>
        </w:rPr>
        <w:t xml:space="preserve">- </w:t>
      </w:r>
      <w:r w:rsidRPr="00736C44">
        <w:rPr>
          <w:rFonts w:eastAsia="Calibri" w:cs="Times New Roman"/>
          <w:lang w:eastAsia="cs-CZ"/>
        </w:rPr>
        <w:t xml:space="preserve">byla doplněna o následující poznámku v popisu </w:t>
      </w:r>
      <w:proofErr w:type="gramStart"/>
      <w:r w:rsidRPr="00736C44">
        <w:rPr>
          <w:rFonts w:eastAsia="Calibri" w:cs="Times New Roman"/>
          <w:lang w:eastAsia="cs-CZ"/>
        </w:rPr>
        <w:t>položky :</w:t>
      </w:r>
      <w:proofErr w:type="gramEnd"/>
    </w:p>
    <w:p w14:paraId="62310FA7" w14:textId="5682A961" w:rsidR="00F504FC" w:rsidRPr="00736C44" w:rsidRDefault="00745C2A" w:rsidP="00736C44">
      <w:pPr>
        <w:spacing w:after="0" w:line="240" w:lineRule="auto"/>
        <w:jc w:val="both"/>
        <w:rPr>
          <w:rFonts w:eastAsia="Calibri" w:cs="Times New Roman"/>
          <w:i/>
          <w:iCs/>
          <w:lang w:eastAsia="cs-CZ"/>
        </w:rPr>
      </w:pPr>
      <w:r w:rsidRPr="00736C44">
        <w:rPr>
          <w:rFonts w:eastAsia="Calibri" w:cs="Times New Roman"/>
          <w:i/>
          <w:iCs/>
          <w:lang w:eastAsia="cs-CZ"/>
        </w:rPr>
        <w:t>„Rozsah kabel</w:t>
      </w:r>
      <w:r w:rsidR="00BB3966" w:rsidRPr="00736C44">
        <w:rPr>
          <w:rFonts w:eastAsia="Calibri" w:cs="Times New Roman"/>
          <w:i/>
          <w:iCs/>
          <w:lang w:eastAsia="cs-CZ"/>
        </w:rPr>
        <w:t xml:space="preserve">ových </w:t>
      </w:r>
      <w:r w:rsidRPr="00736C44">
        <w:rPr>
          <w:rFonts w:eastAsia="Calibri" w:cs="Times New Roman"/>
          <w:i/>
          <w:iCs/>
          <w:lang w:eastAsia="cs-CZ"/>
        </w:rPr>
        <w:t>tras v</w:t>
      </w:r>
      <w:r w:rsidR="00BB3966" w:rsidRPr="00736C44">
        <w:rPr>
          <w:rFonts w:eastAsia="Calibri" w:cs="Times New Roman"/>
          <w:i/>
          <w:iCs/>
          <w:lang w:eastAsia="cs-CZ"/>
        </w:rPr>
        <w:t> </w:t>
      </w:r>
      <w:r w:rsidRPr="00736C44">
        <w:rPr>
          <w:rFonts w:eastAsia="Calibri" w:cs="Times New Roman"/>
          <w:i/>
          <w:iCs/>
          <w:lang w:eastAsia="cs-CZ"/>
        </w:rPr>
        <w:t>zájm</w:t>
      </w:r>
      <w:r w:rsidR="00BB3966" w:rsidRPr="00736C44">
        <w:rPr>
          <w:rFonts w:eastAsia="Calibri" w:cs="Times New Roman"/>
          <w:i/>
          <w:iCs/>
          <w:lang w:eastAsia="cs-CZ"/>
        </w:rPr>
        <w:t xml:space="preserve">ovém </w:t>
      </w:r>
      <w:proofErr w:type="gramStart"/>
      <w:r w:rsidRPr="00736C44">
        <w:rPr>
          <w:rFonts w:eastAsia="Calibri" w:cs="Times New Roman"/>
          <w:i/>
          <w:iCs/>
          <w:lang w:eastAsia="cs-CZ"/>
        </w:rPr>
        <w:t>prostoru :</w:t>
      </w:r>
      <w:proofErr w:type="gramEnd"/>
      <w:r w:rsidRPr="00736C44">
        <w:rPr>
          <w:rFonts w:eastAsia="Calibri" w:cs="Times New Roman"/>
          <w:i/>
          <w:iCs/>
          <w:lang w:eastAsia="cs-CZ"/>
        </w:rPr>
        <w:t xml:space="preserve"> </w:t>
      </w:r>
      <w:proofErr w:type="spellStart"/>
      <w:r w:rsidRPr="00736C44">
        <w:rPr>
          <w:rFonts w:eastAsia="Calibri" w:cs="Times New Roman"/>
          <w:i/>
          <w:iCs/>
          <w:lang w:eastAsia="cs-CZ"/>
        </w:rPr>
        <w:t>stáv</w:t>
      </w:r>
      <w:proofErr w:type="spellEnd"/>
      <w:r w:rsidRPr="00736C44">
        <w:rPr>
          <w:rFonts w:eastAsia="Calibri" w:cs="Times New Roman"/>
          <w:i/>
          <w:iCs/>
          <w:lang w:eastAsia="cs-CZ"/>
        </w:rPr>
        <w:t xml:space="preserve">. traťový kabel TK 10XN0,8 TCEPKPFLEZE a HDPE </w:t>
      </w:r>
      <w:proofErr w:type="spellStart"/>
      <w:r w:rsidRPr="00736C44">
        <w:rPr>
          <w:rFonts w:eastAsia="Calibri" w:cs="Times New Roman"/>
          <w:i/>
          <w:iCs/>
          <w:lang w:eastAsia="cs-CZ"/>
        </w:rPr>
        <w:t>tr</w:t>
      </w:r>
      <w:proofErr w:type="spellEnd"/>
      <w:r w:rsidRPr="00736C44">
        <w:rPr>
          <w:rFonts w:eastAsia="Calibri" w:cs="Times New Roman"/>
          <w:i/>
          <w:iCs/>
          <w:lang w:eastAsia="cs-CZ"/>
        </w:rPr>
        <w:t xml:space="preserve">. modré barvy (optický kabel), 1 x stávající kabel </w:t>
      </w:r>
      <w:proofErr w:type="spellStart"/>
      <w:r w:rsidRPr="00736C44">
        <w:rPr>
          <w:rFonts w:eastAsia="Calibri" w:cs="Times New Roman"/>
          <w:i/>
          <w:iCs/>
          <w:lang w:eastAsia="cs-CZ"/>
        </w:rPr>
        <w:t>zab.zař</w:t>
      </w:r>
      <w:proofErr w:type="spellEnd"/>
      <w:r w:rsidRPr="00736C44">
        <w:rPr>
          <w:rFonts w:eastAsia="Calibri" w:cs="Times New Roman"/>
          <w:i/>
          <w:iCs/>
          <w:lang w:eastAsia="cs-CZ"/>
        </w:rPr>
        <w:t xml:space="preserve">.(k návěstidlu). Nové </w:t>
      </w:r>
      <w:proofErr w:type="gramStart"/>
      <w:r w:rsidRPr="00736C44">
        <w:rPr>
          <w:rFonts w:eastAsia="Calibri" w:cs="Times New Roman"/>
          <w:i/>
          <w:iCs/>
          <w:lang w:eastAsia="cs-CZ"/>
        </w:rPr>
        <w:t>kabely :</w:t>
      </w:r>
      <w:proofErr w:type="gramEnd"/>
      <w:r w:rsidRPr="00736C44">
        <w:rPr>
          <w:rFonts w:eastAsia="Calibri" w:cs="Times New Roman"/>
          <w:i/>
          <w:iCs/>
          <w:lang w:eastAsia="cs-CZ"/>
        </w:rPr>
        <w:t xml:space="preserve"> TK ZE 10XN0,8 a 3xHDPE </w:t>
      </w:r>
      <w:proofErr w:type="spellStart"/>
      <w:r w:rsidRPr="00736C44">
        <w:rPr>
          <w:rFonts w:eastAsia="Calibri" w:cs="Times New Roman"/>
          <w:i/>
          <w:iCs/>
          <w:lang w:eastAsia="cs-CZ"/>
        </w:rPr>
        <w:t>tr</w:t>
      </w:r>
      <w:proofErr w:type="spellEnd"/>
      <w:r w:rsidRPr="00736C44">
        <w:rPr>
          <w:rFonts w:eastAsia="Calibri" w:cs="Times New Roman"/>
          <w:i/>
          <w:iCs/>
          <w:lang w:eastAsia="cs-CZ"/>
        </w:rPr>
        <w:t xml:space="preserve">. 40/33 mm barvy, kabely </w:t>
      </w:r>
      <w:proofErr w:type="spellStart"/>
      <w:r w:rsidRPr="00736C44">
        <w:rPr>
          <w:rFonts w:eastAsia="Calibri" w:cs="Times New Roman"/>
          <w:i/>
          <w:iCs/>
          <w:lang w:eastAsia="cs-CZ"/>
        </w:rPr>
        <w:t>zab.zař</w:t>
      </w:r>
      <w:proofErr w:type="spellEnd"/>
      <w:r w:rsidRPr="00736C44">
        <w:rPr>
          <w:rFonts w:eastAsia="Calibri" w:cs="Times New Roman"/>
          <w:i/>
          <w:iCs/>
          <w:lang w:eastAsia="cs-CZ"/>
        </w:rPr>
        <w:t>. 5 kabelů.“</w:t>
      </w:r>
    </w:p>
    <w:p w14:paraId="6A04528E" w14:textId="77777777" w:rsidR="00F504FC" w:rsidRPr="00736C44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6447C5" w14:textId="78F48555" w:rsidR="00745C2A" w:rsidRPr="00736C44" w:rsidRDefault="00745C2A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 xml:space="preserve">Položka č.5 – SO 26-13-01 Železniční přejezd km 178,860 </w:t>
      </w:r>
      <w:r w:rsidR="00C40EC7" w:rsidRPr="00736C44">
        <w:rPr>
          <w:rFonts w:eastAsia="Calibri" w:cs="Times New Roman"/>
          <w:lang w:eastAsia="cs-CZ"/>
        </w:rPr>
        <w:t xml:space="preserve">- </w:t>
      </w:r>
      <w:r w:rsidRPr="00736C44">
        <w:rPr>
          <w:rFonts w:eastAsia="Calibri" w:cs="Times New Roman"/>
          <w:lang w:eastAsia="cs-CZ"/>
        </w:rPr>
        <w:t xml:space="preserve">byla taktéž doplněna o výše uvedenou poznámku v popisu položky. Byla upravena hodnota délky úseku zajišťující ochranu kabelů na délku přejezdové konstrukce (10 </w:t>
      </w:r>
      <w:proofErr w:type="spellStart"/>
      <w:r w:rsidRPr="00736C44">
        <w:rPr>
          <w:rFonts w:eastAsia="Calibri" w:cs="Times New Roman"/>
          <w:lang w:eastAsia="cs-CZ"/>
        </w:rPr>
        <w:t>bm</w:t>
      </w:r>
      <w:proofErr w:type="spellEnd"/>
      <w:r w:rsidRPr="00736C44">
        <w:rPr>
          <w:rFonts w:eastAsia="Calibri" w:cs="Times New Roman"/>
          <w:lang w:eastAsia="cs-CZ"/>
        </w:rPr>
        <w:t>).</w:t>
      </w:r>
    </w:p>
    <w:p w14:paraId="58D64DCB" w14:textId="0D224E99" w:rsidR="00745C2A" w:rsidRPr="00736C44" w:rsidRDefault="00745C2A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7A4CF7" w14:textId="0003874D" w:rsidR="00C40EC7" w:rsidRPr="00736C44" w:rsidRDefault="00C40EC7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>Položka č.5 - SO 26-50-01 Silnice III/4031 – byla odstraněna bez náhrady s ohledem na její duplicitu.</w:t>
      </w:r>
    </w:p>
    <w:p w14:paraId="4D2AD9F6" w14:textId="77777777" w:rsidR="00745C2A" w:rsidRDefault="00745C2A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BF39F82" w14:textId="6B208C5D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3C3AFB38" w14:textId="0B214595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25DE4882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26-50-01 Silnice III/4031</w:t>
      </w:r>
    </w:p>
    <w:p w14:paraId="5B905F2B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č.50 - SMĚROVÉ SLOUPKY Z PLAST HMOT VČETNĚ ODRAZNÉHO PÁSKU</w:t>
      </w:r>
    </w:p>
    <w:p w14:paraId="2A6750B6" w14:textId="4C9FDA73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Žádáme o upřesnění jednotlivých počtů směrových sloupků: umístěných na ocelovém svodidle, umístěných na betonovém svodidle a umístěných do krajnice komunikace.</w:t>
      </w:r>
    </w:p>
    <w:p w14:paraId="3EC6F407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DC467A3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8930A01" w14:textId="26D1A06C" w:rsidR="00F504FC" w:rsidRDefault="00863966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736C44">
        <w:rPr>
          <w:rFonts w:eastAsia="Calibri" w:cs="Times New Roman"/>
          <w:lang w:eastAsia="cs-CZ"/>
        </w:rPr>
        <w:lastRenderedPageBreak/>
        <w:t>Počty byly upřesněny v položce č.50.</w:t>
      </w:r>
    </w:p>
    <w:p w14:paraId="3DFDE684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6235667" w14:textId="5BDF5D28" w:rsidR="00F504FC" w:rsidRPr="00CB7B5A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74B6A6F3" w14:textId="1677195B" w:rsidR="00F504FC" w:rsidRDefault="00674E3E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74E3E">
        <w:rPr>
          <w:rFonts w:eastAsia="Calibri" w:cs="Times New Roman"/>
          <w:b/>
          <w:lang w:eastAsia="cs-CZ"/>
        </w:rPr>
        <w:t>stavb</w:t>
      </w:r>
      <w:r>
        <w:rPr>
          <w:rFonts w:eastAsia="Calibri" w:cs="Times New Roman"/>
          <w:b/>
          <w:lang w:eastAsia="cs-CZ"/>
        </w:rPr>
        <w:t>a</w:t>
      </w:r>
      <w:r w:rsidRPr="00674E3E">
        <w:rPr>
          <w:rFonts w:eastAsia="Calibri" w:cs="Times New Roman"/>
          <w:b/>
          <w:lang w:eastAsia="cs-CZ"/>
        </w:rPr>
        <w:t xml:space="preserve"> 1) </w:t>
      </w:r>
      <w:r>
        <w:rPr>
          <w:rFonts w:eastAsia="Calibri" w:cs="Times New Roman"/>
          <w:b/>
          <w:lang w:eastAsia="cs-CZ"/>
        </w:rPr>
        <w:t>„</w:t>
      </w:r>
      <w:r w:rsidRPr="00674E3E">
        <w:rPr>
          <w:rFonts w:eastAsia="Calibri" w:cs="Times New Roman"/>
          <w:b/>
          <w:lang w:eastAsia="cs-CZ"/>
        </w:rPr>
        <w:t xml:space="preserve">Rekonstrukce přejezdu P3664 v km 178,860 na trati Brno </w:t>
      </w:r>
      <w:r>
        <w:rPr>
          <w:rFonts w:eastAsia="Calibri" w:cs="Times New Roman"/>
          <w:b/>
          <w:lang w:eastAsia="cs-CZ"/>
        </w:rPr>
        <w:t>–</w:t>
      </w:r>
      <w:r w:rsidRPr="00674E3E">
        <w:rPr>
          <w:rFonts w:eastAsia="Calibri" w:cs="Times New Roman"/>
          <w:b/>
          <w:lang w:eastAsia="cs-CZ"/>
        </w:rPr>
        <w:t xml:space="preserve"> Jihlava</w:t>
      </w:r>
      <w:r>
        <w:rPr>
          <w:rFonts w:eastAsia="Calibri" w:cs="Times New Roman"/>
          <w:b/>
          <w:lang w:eastAsia="cs-CZ"/>
        </w:rPr>
        <w:t>“</w:t>
      </w:r>
    </w:p>
    <w:p w14:paraId="2038BE21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26-11-01 Železniční spodek</w:t>
      </w:r>
    </w:p>
    <w:p w14:paraId="3BE2C6E3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č.3 - POMOC PRÁCE ZŘÍZ NEBO ZAJIŠŤ DOPR. INŽENÝRSKÝCH OPATŘENÍ</w:t>
      </w:r>
    </w:p>
    <w:p w14:paraId="05F4D693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26-13-01 Železniční přejezd km 178,860</w:t>
      </w:r>
    </w:p>
    <w:p w14:paraId="1CD86C4B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č.4 - POMOC PRÁCE ZŘÍZ NEBO ZAJIŠŤ DOPR. INŽENÝRSKÝCH OPATŘENÍ</w:t>
      </w:r>
    </w:p>
    <w:p w14:paraId="35BF3723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SO 26-50-01 Silnice III/4031</w:t>
      </w:r>
    </w:p>
    <w:p w14:paraId="03B314E8" w14:textId="77777777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Položka č.4 - POMOC PRÁCE ZŘÍZ NEBO ZAJIŠŤ DOPR. INŽENÝRSKÝCH OPATŘENÍ</w:t>
      </w:r>
    </w:p>
    <w:p w14:paraId="0BDEFEAF" w14:textId="0835BDEF" w:rsidR="00FB1729" w:rsidRPr="00FB1729" w:rsidRDefault="00FB1729" w:rsidP="00736C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1729">
        <w:rPr>
          <w:rFonts w:eastAsia="Calibri" w:cs="Times New Roman"/>
          <w:bCs/>
          <w:lang w:eastAsia="cs-CZ"/>
        </w:rPr>
        <w:t>Jedná se o položky pro zajištění dopravních inženýrských opatření během stavby a pro 3. podbití. Položky jsou ve výše zmíněných stavebních objektech v počtu po 2 KPL. Domníváme se, že se jedná o duplicity. Žádáme o kontrolu a případně odstranění duplicitních položek.</w:t>
      </w:r>
    </w:p>
    <w:p w14:paraId="515B3106" w14:textId="77777777" w:rsidR="00FB1729" w:rsidRPr="00CB7B5A" w:rsidRDefault="00FB1729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E2FA9F2" w14:textId="77777777" w:rsidR="00F504FC" w:rsidRDefault="00F504FC" w:rsidP="0073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44F64FC" w14:textId="77777777" w:rsidR="00CB06BD" w:rsidRPr="00736C44" w:rsidRDefault="00A267E2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 xml:space="preserve">Ano, jedná se o duplicitu. Položka č.3 </w:t>
      </w:r>
      <w:proofErr w:type="spellStart"/>
      <w:proofErr w:type="gramStart"/>
      <w:r w:rsidRPr="00736C44">
        <w:rPr>
          <w:rFonts w:eastAsia="Calibri" w:cs="Times New Roman"/>
          <w:lang w:eastAsia="cs-CZ"/>
        </w:rPr>
        <w:t>stav.objektu</w:t>
      </w:r>
      <w:proofErr w:type="spellEnd"/>
      <w:proofErr w:type="gramEnd"/>
      <w:r w:rsidRPr="00736C44">
        <w:rPr>
          <w:rFonts w:eastAsia="Calibri" w:cs="Times New Roman"/>
          <w:lang w:eastAsia="cs-CZ"/>
        </w:rPr>
        <w:t xml:space="preserve"> SO 26-11-01 Železniční spodek</w:t>
      </w:r>
      <w:r w:rsidR="00F57B8E" w:rsidRPr="00736C44">
        <w:rPr>
          <w:rFonts w:eastAsia="Calibri" w:cs="Times New Roman"/>
          <w:lang w:eastAsia="cs-CZ"/>
        </w:rPr>
        <w:t xml:space="preserve"> b</w:t>
      </w:r>
      <w:r w:rsidRPr="00736C44">
        <w:rPr>
          <w:rFonts w:eastAsia="Calibri" w:cs="Times New Roman"/>
          <w:lang w:eastAsia="cs-CZ"/>
        </w:rPr>
        <w:t xml:space="preserve">yla odstraněna. </w:t>
      </w:r>
      <w:r w:rsidR="00CB06BD" w:rsidRPr="00736C44">
        <w:rPr>
          <w:rFonts w:eastAsia="Calibri" w:cs="Times New Roman"/>
          <w:lang w:eastAsia="cs-CZ"/>
        </w:rPr>
        <w:t xml:space="preserve">Položka č.4 </w:t>
      </w:r>
      <w:proofErr w:type="spellStart"/>
      <w:proofErr w:type="gramStart"/>
      <w:r w:rsidR="00CB06BD" w:rsidRPr="00736C44">
        <w:rPr>
          <w:rFonts w:eastAsia="Calibri" w:cs="Times New Roman"/>
          <w:lang w:eastAsia="cs-CZ"/>
        </w:rPr>
        <w:t>stav.objektu</w:t>
      </w:r>
      <w:proofErr w:type="spellEnd"/>
      <w:proofErr w:type="gramEnd"/>
      <w:r w:rsidR="00CB06BD" w:rsidRPr="00736C44">
        <w:rPr>
          <w:rFonts w:eastAsia="Calibri" w:cs="Times New Roman"/>
          <w:lang w:eastAsia="cs-CZ"/>
        </w:rPr>
        <w:t xml:space="preserve"> SO 26-50-01 Silnice III/4031 byla odstraněna.</w:t>
      </w:r>
    </w:p>
    <w:p w14:paraId="3252EBD5" w14:textId="763BDA29" w:rsidR="00CB06BD" w:rsidRPr="00736C44" w:rsidRDefault="00CB06BD" w:rsidP="00736C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6C44">
        <w:rPr>
          <w:rFonts w:eastAsia="Calibri" w:cs="Times New Roman"/>
          <w:lang w:eastAsia="cs-CZ"/>
        </w:rPr>
        <w:t xml:space="preserve">Položka č.4 </w:t>
      </w:r>
      <w:proofErr w:type="spellStart"/>
      <w:proofErr w:type="gramStart"/>
      <w:r w:rsidRPr="00736C44">
        <w:rPr>
          <w:rFonts w:eastAsia="Calibri" w:cs="Times New Roman"/>
          <w:lang w:eastAsia="cs-CZ"/>
        </w:rPr>
        <w:t>stav.objektu</w:t>
      </w:r>
      <w:proofErr w:type="spellEnd"/>
      <w:proofErr w:type="gramEnd"/>
      <w:r w:rsidRPr="00736C44">
        <w:rPr>
          <w:rFonts w:eastAsia="Calibri" w:cs="Times New Roman"/>
          <w:lang w:eastAsia="cs-CZ"/>
        </w:rPr>
        <w:t xml:space="preserve"> </w:t>
      </w:r>
      <w:r w:rsidRPr="00736C44">
        <w:rPr>
          <w:rFonts w:eastAsia="Calibri" w:cs="Times New Roman"/>
          <w:u w:val="single"/>
          <w:lang w:eastAsia="cs-CZ"/>
        </w:rPr>
        <w:t>SO 26-13-01 Železniční přejezd km 178,860</w:t>
      </w:r>
      <w:r w:rsidRPr="00736C44">
        <w:rPr>
          <w:rFonts w:eastAsia="Calibri" w:cs="Times New Roman"/>
          <w:lang w:eastAsia="cs-CZ"/>
        </w:rPr>
        <w:t xml:space="preserve"> byla ponechána beze změn.</w:t>
      </w:r>
    </w:p>
    <w:p w14:paraId="11389B90" w14:textId="77777777" w:rsidR="00CB06BD" w:rsidRDefault="00CB06BD" w:rsidP="00F57B8E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F709C91" w14:textId="77777777" w:rsidR="00CB7B5A" w:rsidRPr="00736C44" w:rsidRDefault="00CB7B5A" w:rsidP="00736C44">
      <w:pPr>
        <w:spacing w:after="0" w:line="240" w:lineRule="auto"/>
        <w:rPr>
          <w:rFonts w:eastAsia="Times New Roman" w:cs="Times New Roman"/>
          <w:lang w:eastAsia="cs-CZ"/>
        </w:rPr>
      </w:pPr>
    </w:p>
    <w:p w14:paraId="4DAF4B9A" w14:textId="77777777" w:rsidR="00CB7B5A" w:rsidRPr="00736C44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3FC07C" w14:textId="15BE3918" w:rsidR="006D3093" w:rsidRPr="00736C44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36C4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36C44">
        <w:rPr>
          <w:rFonts w:eastAsia="Times New Roman" w:cs="Times New Roman"/>
          <w:b/>
          <w:lang w:eastAsia="cs-CZ"/>
        </w:rPr>
        <w:t>změny/doplnění zadávací dokumentace</w:t>
      </w:r>
      <w:r w:rsidRPr="00736C44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736C44" w:rsidRPr="00736C44">
        <w:rPr>
          <w:rFonts w:eastAsia="Times New Roman" w:cs="Times New Roman"/>
          <w:lang w:eastAsia="cs-CZ"/>
        </w:rPr>
        <w:t>3</w:t>
      </w:r>
      <w:r w:rsidRPr="00736C44">
        <w:rPr>
          <w:rFonts w:eastAsia="Times New Roman" w:cs="Times New Roman"/>
          <w:lang w:eastAsia="cs-CZ"/>
        </w:rPr>
        <w:t xml:space="preserve"> pracovní dny.</w:t>
      </w:r>
    </w:p>
    <w:p w14:paraId="3FA16FE2" w14:textId="77777777" w:rsidR="006D3093" w:rsidRPr="00736C44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BC4FD8E" w14:textId="77777777" w:rsidR="006D3093" w:rsidRPr="00736C44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D3307D" w14:textId="41136131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36C44">
        <w:rPr>
          <w:rFonts w:eastAsia="Times New Roman" w:cs="Times New Roman"/>
          <w:lang w:eastAsia="cs-CZ"/>
        </w:rPr>
        <w:t xml:space="preserve">Zadavatel tedy celkově prodlužuje lhůtu ze dne </w:t>
      </w:r>
      <w:r w:rsidR="00736C44" w:rsidRPr="00736C44">
        <w:rPr>
          <w:rFonts w:eastAsia="Times New Roman" w:cs="Times New Roman"/>
          <w:lang w:eastAsia="cs-CZ"/>
        </w:rPr>
        <w:t>6.12.2024</w:t>
      </w:r>
      <w:r w:rsidRPr="00736C44">
        <w:rPr>
          <w:rFonts w:eastAsia="Times New Roman" w:cs="Times New Roman"/>
          <w:lang w:eastAsia="cs-CZ"/>
        </w:rPr>
        <w:t xml:space="preserve"> na den </w:t>
      </w:r>
      <w:r w:rsidR="00736C44" w:rsidRPr="00736C44">
        <w:rPr>
          <w:rFonts w:eastAsia="Times New Roman" w:cs="Times New Roman"/>
          <w:lang w:eastAsia="cs-CZ"/>
        </w:rPr>
        <w:t>11.12.2024</w:t>
      </w:r>
      <w:r w:rsidRPr="00736C44">
        <w:rPr>
          <w:rFonts w:eastAsia="Times New Roman" w:cs="Times New Roman"/>
          <w:lang w:eastAsia="cs-CZ"/>
        </w:rPr>
        <w:t>.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DD85CED" w14:textId="77777777" w:rsidR="00BC2DDD" w:rsidRPr="00CB7B5A" w:rsidRDefault="00BC2DDD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82EB329" w14:textId="77777777" w:rsidR="00BC2DD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36C44">
        <w:rPr>
          <w:rFonts w:eastAsia="Calibri" w:cs="Times New Roman"/>
          <w:b/>
          <w:bCs/>
          <w:lang w:eastAsia="cs-CZ"/>
        </w:rPr>
        <w:t>Příloha:</w:t>
      </w:r>
    </w:p>
    <w:p w14:paraId="14DDB199" w14:textId="178660D6" w:rsidR="00CB7B5A" w:rsidRPr="00CB7B5A" w:rsidRDefault="00BC2DD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VV_ RP Bravouze-26-11-2024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  <w:r w:rsidR="00CB7B5A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B7B5A">
        <w:rPr>
          <w:rFonts w:eastAsia="Calibri" w:cs="Times New Roman"/>
          <w:bCs/>
          <w:lang w:eastAsia="cs-CZ"/>
        </w:rPr>
      </w:r>
      <w:r w:rsidR="00CB7B5A" w:rsidRPr="00CB7B5A">
        <w:rPr>
          <w:rFonts w:eastAsia="Calibri" w:cs="Times New Roman"/>
          <w:bCs/>
          <w:lang w:eastAsia="cs-CZ"/>
        </w:rPr>
        <w:fldChar w:fldCharType="separate"/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2C7D7" w14:textId="77777777" w:rsidR="00440DCC" w:rsidRDefault="00440DCC" w:rsidP="00962258">
      <w:pPr>
        <w:spacing w:after="0" w:line="240" w:lineRule="auto"/>
      </w:pPr>
      <w:r>
        <w:separator/>
      </w:r>
    </w:p>
  </w:endnote>
  <w:endnote w:type="continuationSeparator" w:id="0">
    <w:p w14:paraId="212951C5" w14:textId="77777777" w:rsidR="00440DCC" w:rsidRDefault="00440D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BC403" w14:textId="77777777" w:rsidR="00440DCC" w:rsidRDefault="00440DCC" w:rsidP="00962258">
      <w:pPr>
        <w:spacing w:after="0" w:line="240" w:lineRule="auto"/>
      </w:pPr>
      <w:r>
        <w:separator/>
      </w:r>
    </w:p>
  </w:footnote>
  <w:footnote w:type="continuationSeparator" w:id="0">
    <w:p w14:paraId="11679EFC" w14:textId="77777777" w:rsidR="00440DCC" w:rsidRDefault="00440D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0072"/>
    <w:rsid w:val="00072C1E"/>
    <w:rsid w:val="0009297A"/>
    <w:rsid w:val="000B1153"/>
    <w:rsid w:val="000B6C7E"/>
    <w:rsid w:val="000B7907"/>
    <w:rsid w:val="000C0429"/>
    <w:rsid w:val="000C45E8"/>
    <w:rsid w:val="001053DA"/>
    <w:rsid w:val="00114472"/>
    <w:rsid w:val="00170EC5"/>
    <w:rsid w:val="001747C1"/>
    <w:rsid w:val="0018596A"/>
    <w:rsid w:val="001A70AB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3546B"/>
    <w:rsid w:val="003355E5"/>
    <w:rsid w:val="00357BC6"/>
    <w:rsid w:val="0037111D"/>
    <w:rsid w:val="003956C6"/>
    <w:rsid w:val="00396968"/>
    <w:rsid w:val="003C5BE7"/>
    <w:rsid w:val="003D1865"/>
    <w:rsid w:val="003D5268"/>
    <w:rsid w:val="003E6B9A"/>
    <w:rsid w:val="003E75CE"/>
    <w:rsid w:val="003F37AB"/>
    <w:rsid w:val="0041380F"/>
    <w:rsid w:val="0043066A"/>
    <w:rsid w:val="00440DCC"/>
    <w:rsid w:val="00450F07"/>
    <w:rsid w:val="00453CD3"/>
    <w:rsid w:val="00455BC7"/>
    <w:rsid w:val="00460660"/>
    <w:rsid w:val="00460CCB"/>
    <w:rsid w:val="00477370"/>
    <w:rsid w:val="00483F34"/>
    <w:rsid w:val="00486107"/>
    <w:rsid w:val="0048695A"/>
    <w:rsid w:val="00490C88"/>
    <w:rsid w:val="00491827"/>
    <w:rsid w:val="004926B0"/>
    <w:rsid w:val="004A7C69"/>
    <w:rsid w:val="004B0FC4"/>
    <w:rsid w:val="004C4399"/>
    <w:rsid w:val="004C69ED"/>
    <w:rsid w:val="004C787C"/>
    <w:rsid w:val="004D518E"/>
    <w:rsid w:val="004E4E7D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2B01"/>
    <w:rsid w:val="005B5EE9"/>
    <w:rsid w:val="005E79A1"/>
    <w:rsid w:val="006104F6"/>
    <w:rsid w:val="0061068E"/>
    <w:rsid w:val="00612F93"/>
    <w:rsid w:val="00660AD3"/>
    <w:rsid w:val="00674E3E"/>
    <w:rsid w:val="00697BE1"/>
    <w:rsid w:val="006A5570"/>
    <w:rsid w:val="006A689C"/>
    <w:rsid w:val="006B3D79"/>
    <w:rsid w:val="006B67DF"/>
    <w:rsid w:val="006C2578"/>
    <w:rsid w:val="006D3093"/>
    <w:rsid w:val="006E0578"/>
    <w:rsid w:val="006E314D"/>
    <w:rsid w:val="006E7F06"/>
    <w:rsid w:val="007072C4"/>
    <w:rsid w:val="00710723"/>
    <w:rsid w:val="00723ED1"/>
    <w:rsid w:val="00735ED4"/>
    <w:rsid w:val="00736C44"/>
    <w:rsid w:val="00743525"/>
    <w:rsid w:val="00745C2A"/>
    <w:rsid w:val="007531A0"/>
    <w:rsid w:val="0076286B"/>
    <w:rsid w:val="0076344E"/>
    <w:rsid w:val="00764595"/>
    <w:rsid w:val="00766846"/>
    <w:rsid w:val="0077357F"/>
    <w:rsid w:val="0077673A"/>
    <w:rsid w:val="007846E1"/>
    <w:rsid w:val="007B570C"/>
    <w:rsid w:val="007D330E"/>
    <w:rsid w:val="007E2AE7"/>
    <w:rsid w:val="007E4A6E"/>
    <w:rsid w:val="007F56A7"/>
    <w:rsid w:val="00807DD0"/>
    <w:rsid w:val="00813F11"/>
    <w:rsid w:val="00816EA4"/>
    <w:rsid w:val="00863966"/>
    <w:rsid w:val="008805E9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17CB"/>
    <w:rsid w:val="00922385"/>
    <w:rsid w:val="009223DF"/>
    <w:rsid w:val="00936091"/>
    <w:rsid w:val="00940D8A"/>
    <w:rsid w:val="00962258"/>
    <w:rsid w:val="009678B7"/>
    <w:rsid w:val="00971EE8"/>
    <w:rsid w:val="00982411"/>
    <w:rsid w:val="0098397B"/>
    <w:rsid w:val="00992D9C"/>
    <w:rsid w:val="00996CB8"/>
    <w:rsid w:val="009A7568"/>
    <w:rsid w:val="009B24D8"/>
    <w:rsid w:val="009B2E97"/>
    <w:rsid w:val="009B5ADA"/>
    <w:rsid w:val="009B72CC"/>
    <w:rsid w:val="009E07F4"/>
    <w:rsid w:val="009F1E8E"/>
    <w:rsid w:val="009F392E"/>
    <w:rsid w:val="00A267E2"/>
    <w:rsid w:val="00A27E52"/>
    <w:rsid w:val="00A44328"/>
    <w:rsid w:val="00A6177B"/>
    <w:rsid w:val="00A66136"/>
    <w:rsid w:val="00A761C6"/>
    <w:rsid w:val="00A933B0"/>
    <w:rsid w:val="00AA4CBB"/>
    <w:rsid w:val="00AA65FA"/>
    <w:rsid w:val="00AA7351"/>
    <w:rsid w:val="00AD056F"/>
    <w:rsid w:val="00AD2773"/>
    <w:rsid w:val="00AD6731"/>
    <w:rsid w:val="00AE1DDE"/>
    <w:rsid w:val="00AF312C"/>
    <w:rsid w:val="00B06A30"/>
    <w:rsid w:val="00B15B5E"/>
    <w:rsid w:val="00B15BC1"/>
    <w:rsid w:val="00B15D0D"/>
    <w:rsid w:val="00B17019"/>
    <w:rsid w:val="00B23CA3"/>
    <w:rsid w:val="00B3491A"/>
    <w:rsid w:val="00B45E9E"/>
    <w:rsid w:val="00B55F9C"/>
    <w:rsid w:val="00B75EE1"/>
    <w:rsid w:val="00B77481"/>
    <w:rsid w:val="00B8518B"/>
    <w:rsid w:val="00B9393F"/>
    <w:rsid w:val="00BB3740"/>
    <w:rsid w:val="00BB3966"/>
    <w:rsid w:val="00BC2DDD"/>
    <w:rsid w:val="00BD7E91"/>
    <w:rsid w:val="00BF374D"/>
    <w:rsid w:val="00BF69DB"/>
    <w:rsid w:val="00C02D0A"/>
    <w:rsid w:val="00C03A6E"/>
    <w:rsid w:val="00C30759"/>
    <w:rsid w:val="00C31B60"/>
    <w:rsid w:val="00C40EC7"/>
    <w:rsid w:val="00C44F6A"/>
    <w:rsid w:val="00C727E5"/>
    <w:rsid w:val="00C8207D"/>
    <w:rsid w:val="00C84783"/>
    <w:rsid w:val="00CB06BD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67494"/>
    <w:rsid w:val="00D831A3"/>
    <w:rsid w:val="00D86FA1"/>
    <w:rsid w:val="00D902AD"/>
    <w:rsid w:val="00DA6FFE"/>
    <w:rsid w:val="00DC3110"/>
    <w:rsid w:val="00DD46F3"/>
    <w:rsid w:val="00DD58A6"/>
    <w:rsid w:val="00DE56F2"/>
    <w:rsid w:val="00DF0A6C"/>
    <w:rsid w:val="00DF116D"/>
    <w:rsid w:val="00E032DB"/>
    <w:rsid w:val="00E162AD"/>
    <w:rsid w:val="00E824F1"/>
    <w:rsid w:val="00E87D05"/>
    <w:rsid w:val="00EB104F"/>
    <w:rsid w:val="00ED14BD"/>
    <w:rsid w:val="00EF3FAF"/>
    <w:rsid w:val="00F01440"/>
    <w:rsid w:val="00F12DEC"/>
    <w:rsid w:val="00F1715C"/>
    <w:rsid w:val="00F310F8"/>
    <w:rsid w:val="00F3199A"/>
    <w:rsid w:val="00F35939"/>
    <w:rsid w:val="00F45607"/>
    <w:rsid w:val="00F467F5"/>
    <w:rsid w:val="00F504FC"/>
    <w:rsid w:val="00F52DD7"/>
    <w:rsid w:val="00F54B8D"/>
    <w:rsid w:val="00F57B8E"/>
    <w:rsid w:val="00F64786"/>
    <w:rsid w:val="00F659EB"/>
    <w:rsid w:val="00F804A7"/>
    <w:rsid w:val="00F862D6"/>
    <w:rsid w:val="00F86BA6"/>
    <w:rsid w:val="00FA5321"/>
    <w:rsid w:val="00FB1729"/>
    <w:rsid w:val="00FC6389"/>
    <w:rsid w:val="00FD2F51"/>
    <w:rsid w:val="00FE3455"/>
    <w:rsid w:val="00FF3F8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7E5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5</Pages>
  <Words>2005</Words>
  <Characters>11832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2024-11-26T11:47:00Z</dcterms:created>
  <dcterms:modified xsi:type="dcterms:W3CDTF">2024-11-26T11:47:00Z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